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1875DA52" w14:textId="77777777" w:rsidR="00F02041"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7B161022"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3260C2CC"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2907"/>
      <w:r w:rsidR="00FD3E51">
        <w:rPr>
          <w:rFonts w:ascii="Arial" w:hAnsi="Arial" w:cs="Arial"/>
        </w:rPr>
        <w:t>S</w:t>
      </w:r>
      <w:r w:rsidR="00FD3E51" w:rsidRPr="00A21A10">
        <w:rPr>
          <w:rFonts w:ascii="Arial" w:hAnsi="Arial" w:cs="Arial"/>
        </w:rPr>
        <w:t>uivi métrologique des équipements et instruments de mesure des laboratoires d'essais des 3 sites du STAC</w:t>
      </w:r>
      <w:r w:rsidR="00FD3E51">
        <w:rPr>
          <w:rFonts w:ascii="Arial" w:hAnsi="Arial" w:cs="Arial"/>
        </w:rPr>
        <w:t>.</w:t>
      </w:r>
      <w:bookmarkEnd w:id="0"/>
    </w:p>
    <w:p w14:paraId="1EFCDDA2" w14:textId="77777777" w:rsidR="009561A8" w:rsidRPr="00B627AB" w:rsidRDefault="009561A8" w:rsidP="00EA2EE8">
      <w:pPr>
        <w:pStyle w:val="Corpsdetexte3"/>
        <w:rPr>
          <w:i w:val="0"/>
          <w:sz w:val="20"/>
          <w:szCs w:val="20"/>
        </w:rPr>
      </w:pPr>
    </w:p>
    <w:p w14:paraId="17442487" w14:textId="77777777" w:rsidR="00173E62"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5A1E76EF" w:rsidR="00EA2EE8" w:rsidRPr="00173E62" w:rsidRDefault="0093003B" w:rsidP="00173E62">
      <w:pPr>
        <w:pStyle w:val="Paragraphedeliste"/>
        <w:numPr>
          <w:ilvl w:val="0"/>
          <w:numId w:val="16"/>
        </w:numPr>
        <w:tabs>
          <w:tab w:val="left" w:pos="426"/>
          <w:tab w:val="left" w:pos="851"/>
          <w:tab w:val="left" w:pos="1560"/>
        </w:tabs>
        <w:jc w:val="both"/>
        <w:rPr>
          <w:rFonts w:ascii="Arial" w:hAnsi="Arial" w:cs="Arial"/>
        </w:rPr>
      </w:pPr>
      <w:r w:rsidRPr="00173E62">
        <w:rPr>
          <w:rFonts w:ascii="Arial" w:hAnsi="Arial" w:cs="Arial"/>
        </w:rPr>
        <w:t>50433000-9</w:t>
      </w:r>
      <w:r w:rsidR="00173E62">
        <w:rPr>
          <w:rFonts w:ascii="Arial" w:hAnsi="Arial" w:cs="Arial"/>
        </w:rPr>
        <w:t xml:space="preserve"> : </w:t>
      </w:r>
      <w:r w:rsidRPr="00173E62">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18312E3"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B51E52">
        <w:fldChar w:fldCharType="separate"/>
      </w:r>
      <w:r w:rsidR="0093003B">
        <w:fldChar w:fldCharType="end"/>
      </w:r>
      <w:r>
        <w:rPr>
          <w:rFonts w:ascii="Arial" w:hAnsi="Arial" w:cs="Arial"/>
        </w:rPr>
        <w:t xml:space="preserve"> </w:t>
      </w:r>
      <w:r w:rsidR="00F02041">
        <w:rPr>
          <w:rFonts w:ascii="Arial" w:hAnsi="Arial" w:cs="Arial"/>
        </w:rPr>
        <w:t>au lot n° 13</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0E31D73C" w14:textId="77777777" w:rsidR="00F02041" w:rsidRPr="00F02041" w:rsidRDefault="00F02041" w:rsidP="00F02041">
      <w:pPr>
        <w:tabs>
          <w:tab w:val="left" w:pos="851"/>
        </w:tabs>
        <w:spacing w:before="120"/>
        <w:ind w:left="1135" w:hanging="284"/>
        <w:jc w:val="both"/>
      </w:pPr>
      <w:r w:rsidRPr="00F02041">
        <w:fldChar w:fldCharType="begin">
          <w:ffData>
            <w:name w:val=""/>
            <w:enabled/>
            <w:calcOnExit w:val="0"/>
            <w:checkBox>
              <w:size w:val="20"/>
              <w:default w:val="1"/>
            </w:checkBox>
          </w:ffData>
        </w:fldChar>
      </w:r>
      <w:r w:rsidRPr="00F02041">
        <w:instrText xml:space="preserve"> FORMCHECKBOX </w:instrText>
      </w:r>
      <w:r w:rsidR="00B51E52">
        <w:fldChar w:fldCharType="separate"/>
      </w:r>
      <w:r w:rsidRPr="00F02041">
        <w:fldChar w:fldCharType="end"/>
      </w:r>
      <w:r w:rsidRPr="00F02041">
        <w:t xml:space="preserve"> CCAP n° 2025STAC01 et son annexe</w:t>
      </w:r>
    </w:p>
    <w:p w14:paraId="291ADBDC" w14:textId="77777777" w:rsidR="00F02041" w:rsidRPr="00F02041" w:rsidRDefault="00F02041" w:rsidP="00F02041">
      <w:pPr>
        <w:tabs>
          <w:tab w:val="left" w:pos="851"/>
        </w:tabs>
        <w:spacing w:before="120"/>
        <w:ind w:left="1135" w:hanging="284"/>
        <w:jc w:val="both"/>
      </w:pPr>
      <w:r w:rsidRPr="00F02041">
        <w:fldChar w:fldCharType="begin">
          <w:ffData>
            <w:name w:val=""/>
            <w:enabled/>
            <w:calcOnExit w:val="0"/>
            <w:checkBox>
              <w:size w:val="20"/>
              <w:default w:val="1"/>
            </w:checkBox>
          </w:ffData>
        </w:fldChar>
      </w:r>
      <w:r w:rsidRPr="00F02041">
        <w:instrText xml:space="preserve"> FORMCHECKBOX </w:instrText>
      </w:r>
      <w:r w:rsidR="00B51E52">
        <w:fldChar w:fldCharType="separate"/>
      </w:r>
      <w:r w:rsidRPr="00F02041">
        <w:fldChar w:fldCharType="end"/>
      </w:r>
      <w:r w:rsidRPr="00F02041">
        <w:t xml:space="preserve"> CCTP n° 2025STAC01</w:t>
      </w:r>
    </w:p>
    <w:p w14:paraId="4BB33B1C" w14:textId="7B6C3D6A" w:rsidR="009F62F0" w:rsidRPr="00F02041"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51E52">
        <w:fldChar w:fldCharType="separate"/>
      </w:r>
      <w:r>
        <w:fldChar w:fldCharType="end"/>
      </w:r>
      <w:r w:rsidR="00BC1AA9" w:rsidRPr="00F02041">
        <w:rPr>
          <w:rFonts w:ascii="Arial" w:hAnsi="Arial" w:cs="Arial"/>
        </w:rPr>
        <w:t xml:space="preserve"> CCAG</w:t>
      </w:r>
      <w:r w:rsidR="00EA2EE8" w:rsidRPr="00F02041">
        <w:rPr>
          <w:rFonts w:ascii="Arial" w:hAnsi="Arial" w:cs="Arial"/>
        </w:rPr>
        <w:t xml:space="preserve"> </w:t>
      </w:r>
      <w:r w:rsidR="00CC5350" w:rsidRPr="00F02041">
        <w:rPr>
          <w:rFonts w:ascii="Arial" w:hAnsi="Arial" w:cs="Arial"/>
        </w:rPr>
        <w:t xml:space="preserve">applicable </w:t>
      </w:r>
      <w:proofErr w:type="gramStart"/>
      <w:r w:rsidR="00CC5350" w:rsidRPr="00F02041">
        <w:rPr>
          <w:rFonts w:ascii="Arial" w:hAnsi="Arial" w:cs="Arial"/>
        </w:rPr>
        <w:t>aux marches publics</w:t>
      </w:r>
      <w:proofErr w:type="gramEnd"/>
      <w:r w:rsidR="00CC5350" w:rsidRPr="00F02041">
        <w:rPr>
          <w:rFonts w:ascii="Arial" w:hAnsi="Arial" w:cs="Arial"/>
        </w:rPr>
        <w:t xml:space="preserve"> de </w:t>
      </w:r>
      <w:r w:rsidR="0093003B" w:rsidRPr="00F02041">
        <w:rPr>
          <w:rFonts w:ascii="Arial" w:hAnsi="Arial" w:cs="Arial"/>
        </w:rPr>
        <w:t>fournitur</w:t>
      </w:r>
      <w:r w:rsidR="00CC5350" w:rsidRPr="00F02041">
        <w:rPr>
          <w:rFonts w:ascii="Arial" w:hAnsi="Arial" w:cs="Arial"/>
        </w:rPr>
        <w:t xml:space="preserve">es </w:t>
      </w:r>
      <w:r w:rsidR="0093003B" w:rsidRPr="00F02041">
        <w:rPr>
          <w:rFonts w:ascii="Arial" w:hAnsi="Arial" w:cs="Arial"/>
        </w:rPr>
        <w:t xml:space="preserve">courantes et </w:t>
      </w:r>
      <w:r w:rsidR="00CC5350" w:rsidRPr="00F02041">
        <w:rPr>
          <w:rFonts w:ascii="Arial" w:hAnsi="Arial" w:cs="Arial"/>
        </w:rPr>
        <w:t xml:space="preserve">de </w:t>
      </w:r>
      <w:r w:rsidR="0093003B" w:rsidRPr="00F02041">
        <w:rPr>
          <w:rFonts w:ascii="Arial" w:hAnsi="Arial" w:cs="Arial"/>
        </w:rPr>
        <w:t>services</w:t>
      </w:r>
      <w:r w:rsidR="00CC5350" w:rsidRPr="00F02041">
        <w:rPr>
          <w:rFonts w:ascii="Arial" w:hAnsi="Arial" w:cs="Arial"/>
        </w:rPr>
        <w:t xml:space="preserve"> (CCAG-</w:t>
      </w:r>
      <w:r w:rsidR="0092378A" w:rsidRPr="00F02041">
        <w:rPr>
          <w:rFonts w:ascii="Arial" w:hAnsi="Arial" w:cs="Arial"/>
        </w:rPr>
        <w:t>FCS</w:t>
      </w:r>
      <w:r w:rsidR="00CC5350" w:rsidRPr="00F02041">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1E52">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B51E52">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B51E52">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B51E52">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B51E52">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B51E52">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173E62" w:rsidRDefault="00390663" w:rsidP="007E72BE">
      <w:pPr>
        <w:pStyle w:val="fcase1ertab"/>
        <w:spacing w:before="60" w:after="60"/>
        <w:ind w:left="0" w:firstLine="0"/>
        <w:rPr>
          <w:rFonts w:ascii="Arial" w:hAnsi="Arial" w:cs="Arial"/>
        </w:rPr>
      </w:pPr>
      <w:r w:rsidRPr="00173E62">
        <w:rPr>
          <w:rFonts w:ascii="Arial" w:hAnsi="Arial" w:cs="Arial"/>
        </w:rPr>
        <w:t>Le marché</w:t>
      </w:r>
      <w:r w:rsidR="00D27F48" w:rsidRPr="00173E62">
        <w:rPr>
          <w:rFonts w:ascii="Arial" w:hAnsi="Arial" w:cs="Arial"/>
        </w:rPr>
        <w:t xml:space="preserve"> public</w:t>
      </w:r>
      <w:r w:rsidR="00053A74" w:rsidRPr="00173E62">
        <w:rPr>
          <w:rFonts w:ascii="Arial" w:hAnsi="Arial" w:cs="Arial"/>
        </w:rPr>
        <w:t xml:space="preserve"> </w:t>
      </w:r>
      <w:r w:rsidR="00EA2EE8" w:rsidRPr="00173E62">
        <w:rPr>
          <w:rFonts w:ascii="Arial" w:hAnsi="Arial" w:cs="Arial"/>
        </w:rPr>
        <w:t xml:space="preserve">est conclu pour </w:t>
      </w:r>
      <w:r w:rsidR="003F62B8" w:rsidRPr="00173E62">
        <w:rPr>
          <w:rFonts w:ascii="Arial" w:hAnsi="Arial" w:cs="Arial"/>
        </w:rPr>
        <w:t xml:space="preserve">une durée de </w:t>
      </w:r>
      <w:r w:rsidR="00AE2B33" w:rsidRPr="00173E62">
        <w:rPr>
          <w:rFonts w:ascii="Arial" w:hAnsi="Arial" w:cs="Arial"/>
        </w:rPr>
        <w:t>12</w:t>
      </w:r>
      <w:r w:rsidR="003F62B8" w:rsidRPr="00173E62">
        <w:rPr>
          <w:rFonts w:ascii="Arial" w:hAnsi="Arial" w:cs="Arial"/>
        </w:rPr>
        <w:t xml:space="preserve"> mois </w:t>
      </w:r>
      <w:r w:rsidR="00AE2B33" w:rsidRPr="00173E62">
        <w:rPr>
          <w:rFonts w:ascii="Arial" w:hAnsi="Arial" w:cs="Arial"/>
        </w:rPr>
        <w:t>reconductible tacitement 3 fois par nouvelles périodes de 12 mois, sans que sa durée maximale ne puisse excéder 48 mois</w:t>
      </w:r>
      <w:r w:rsidR="00EA2EE8" w:rsidRPr="00173E62">
        <w:rPr>
          <w:rFonts w:ascii="Arial" w:hAnsi="Arial" w:cs="Arial"/>
        </w:rPr>
        <w:t xml:space="preserve">. </w:t>
      </w:r>
      <w:r w:rsidR="004E1560" w:rsidRPr="00173E62">
        <w:rPr>
          <w:rFonts w:ascii="Arial" w:hAnsi="Arial" w:cs="Arial"/>
        </w:rPr>
        <w:t xml:space="preserve">La durée d’exécution </w:t>
      </w:r>
      <w:r w:rsidR="00D00917" w:rsidRPr="00173E62">
        <w:rPr>
          <w:rFonts w:ascii="Arial" w:hAnsi="Arial" w:cs="Arial"/>
        </w:rPr>
        <w:t>démarre</w:t>
      </w:r>
      <w:r w:rsidR="004E1560" w:rsidRPr="00173E62">
        <w:rPr>
          <w:rFonts w:ascii="Arial" w:hAnsi="Arial" w:cs="Arial"/>
        </w:rPr>
        <w:t xml:space="preserve"> à compter de la notification</w:t>
      </w:r>
      <w:r w:rsidR="00CC5350" w:rsidRPr="00173E62">
        <w:rPr>
          <w:rFonts w:ascii="Arial" w:hAnsi="Arial" w:cs="Arial"/>
        </w:rPr>
        <w:t xml:space="preserve"> du marché</w:t>
      </w:r>
      <w:r w:rsidR="004E1560" w:rsidRPr="00173E62">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4ED5B73C" w:rsidR="00390663" w:rsidRPr="00173E62" w:rsidRDefault="00E4790C" w:rsidP="00831B52">
      <w:pPr>
        <w:pStyle w:val="fcase1ertab"/>
        <w:spacing w:before="60" w:after="60"/>
        <w:ind w:left="0" w:firstLine="0"/>
        <w:rPr>
          <w:rFonts w:ascii="Arial" w:hAnsi="Arial" w:cs="Arial"/>
        </w:rPr>
      </w:pPr>
      <w:r w:rsidRPr="00173E62">
        <w:rPr>
          <w:rFonts w:ascii="Arial" w:hAnsi="Arial" w:cs="Arial"/>
        </w:rPr>
        <w:t>Le délai de validité de</w:t>
      </w:r>
      <w:r w:rsidR="00A061B8" w:rsidRPr="00173E62">
        <w:rPr>
          <w:rFonts w:ascii="Arial" w:hAnsi="Arial" w:cs="Arial"/>
        </w:rPr>
        <w:t xml:space="preserve"> </w:t>
      </w:r>
      <w:r w:rsidRPr="00173E62">
        <w:rPr>
          <w:rFonts w:ascii="Arial" w:hAnsi="Arial" w:cs="Arial"/>
        </w:rPr>
        <w:t>l’</w:t>
      </w:r>
      <w:r w:rsidR="00A061B8" w:rsidRPr="00173E62">
        <w:rPr>
          <w:rFonts w:ascii="Arial" w:hAnsi="Arial" w:cs="Arial"/>
        </w:rPr>
        <w:t>offre</w:t>
      </w:r>
      <w:r w:rsidRPr="00173E62">
        <w:rPr>
          <w:rFonts w:ascii="Arial" w:hAnsi="Arial" w:cs="Arial"/>
        </w:rPr>
        <w:t xml:space="preserve"> est</w:t>
      </w:r>
      <w:r w:rsidR="00A061B8" w:rsidRPr="00173E62">
        <w:rPr>
          <w:rFonts w:ascii="Arial" w:hAnsi="Arial" w:cs="Arial"/>
        </w:rPr>
        <w:t xml:space="preserve"> </w:t>
      </w:r>
      <w:r w:rsidR="00053A74" w:rsidRPr="00173E62">
        <w:rPr>
          <w:rFonts w:ascii="Arial" w:hAnsi="Arial" w:cs="Arial"/>
        </w:rPr>
        <w:t xml:space="preserve">de </w:t>
      </w:r>
      <w:r w:rsidR="004A26BE">
        <w:rPr>
          <w:rFonts w:ascii="Arial" w:hAnsi="Arial" w:cs="Arial"/>
        </w:rPr>
        <w:t>6 mois</w:t>
      </w:r>
      <w:r w:rsidRPr="00173E62">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51E52">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173E62">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4FC3228A" w14:textId="77777777" w:rsidR="00207D18" w:rsidRPr="00DA3A5F" w:rsidRDefault="00207D18" w:rsidP="00207D18">
      <w:pPr>
        <w:tabs>
          <w:tab w:val="left" w:pos="426"/>
          <w:tab w:val="left" w:pos="5103"/>
        </w:tabs>
        <w:spacing w:before="240" w:after="120"/>
        <w:jc w:val="both"/>
        <w:rPr>
          <w:rFonts w:ascii="Arial" w:hAnsi="Arial" w:cs="Arial"/>
          <w:bCs/>
        </w:rPr>
      </w:pPr>
      <w:bookmarkStart w:id="2" w:name="_Hlk193461685"/>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F02041" w:rsidRDefault="00F87D4F" w:rsidP="00F87D4F">
      <w:pPr>
        <w:pStyle w:val="fcase2metab"/>
        <w:rPr>
          <w:rFonts w:ascii="Arial" w:hAnsi="Arial" w:cs="Arial"/>
          <w:lang w:val="en-GB"/>
        </w:rPr>
      </w:pPr>
      <w:r w:rsidRPr="00F02041">
        <w:rPr>
          <w:rFonts w:ascii="Arial" w:hAnsi="Arial" w:cs="Arial"/>
          <w:lang w:val="en-GB"/>
        </w:rPr>
        <w:t>50 rue Henry Farman</w:t>
      </w:r>
    </w:p>
    <w:p w14:paraId="5B58B890" w14:textId="3212F3C7" w:rsidR="00F87D4F" w:rsidRPr="00F02041" w:rsidRDefault="00F87D4F" w:rsidP="00F87D4F">
      <w:pPr>
        <w:pStyle w:val="fcase2metab"/>
        <w:rPr>
          <w:rFonts w:ascii="Arial" w:hAnsi="Arial" w:cs="Arial"/>
          <w:lang w:val="en-GB"/>
        </w:rPr>
      </w:pPr>
      <w:r w:rsidRPr="00F02041">
        <w:rPr>
          <w:rFonts w:ascii="Arial" w:hAnsi="Arial" w:cs="Arial"/>
          <w:lang w:val="en-GB"/>
        </w:rPr>
        <w:t xml:space="preserve">75720 Paris </w:t>
      </w:r>
      <w:r w:rsidR="00F02041" w:rsidRPr="00F02041">
        <w:rPr>
          <w:rFonts w:ascii="Arial" w:hAnsi="Arial" w:cs="Arial"/>
          <w:lang w:val="en-GB"/>
        </w:rPr>
        <w:t>Cedex</w:t>
      </w:r>
      <w:r w:rsidRPr="00F02041">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F02041" w:rsidRDefault="00C15627">
      <w:pPr>
        <w:pStyle w:val="fcase2metab"/>
        <w:rPr>
          <w:rFonts w:ascii="Arial" w:hAnsi="Arial" w:cs="Arial"/>
          <w:lang w:val="en-GB"/>
        </w:rPr>
      </w:pPr>
      <w:r w:rsidRPr="00F02041">
        <w:rPr>
          <w:rFonts w:ascii="Arial" w:hAnsi="Arial" w:cs="Arial"/>
          <w:lang w:val="en-GB"/>
        </w:rPr>
        <w:t>50 rue</w:t>
      </w:r>
      <w:r w:rsidR="00FF185E" w:rsidRPr="00F02041">
        <w:rPr>
          <w:rFonts w:ascii="Arial" w:hAnsi="Arial" w:cs="Arial"/>
          <w:lang w:val="en-GB"/>
        </w:rPr>
        <w:t xml:space="preserve"> Henry</w:t>
      </w:r>
      <w:r w:rsidRPr="00F02041">
        <w:rPr>
          <w:rFonts w:ascii="Arial" w:hAnsi="Arial" w:cs="Arial"/>
          <w:lang w:val="en-GB"/>
        </w:rPr>
        <w:t xml:space="preserve"> Farman</w:t>
      </w:r>
    </w:p>
    <w:p w14:paraId="42BA5E1D" w14:textId="67F26D16" w:rsidR="00C15627" w:rsidRPr="00F02041" w:rsidRDefault="00C15627">
      <w:pPr>
        <w:pStyle w:val="fcase2metab"/>
        <w:rPr>
          <w:rFonts w:ascii="Arial" w:hAnsi="Arial" w:cs="Arial"/>
          <w:lang w:val="en-GB"/>
        </w:rPr>
      </w:pPr>
      <w:r w:rsidRPr="00F02041">
        <w:rPr>
          <w:rFonts w:ascii="Arial" w:hAnsi="Arial" w:cs="Arial"/>
          <w:lang w:val="en-GB"/>
        </w:rPr>
        <w:t xml:space="preserve">75720 Paris </w:t>
      </w:r>
      <w:r w:rsidR="00F02041" w:rsidRPr="00F02041">
        <w:rPr>
          <w:rFonts w:ascii="Arial" w:hAnsi="Arial" w:cs="Arial"/>
          <w:lang w:val="en-GB"/>
        </w:rPr>
        <w:t>Cedex</w:t>
      </w:r>
      <w:r w:rsidRPr="00F02041">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7540643E" w:rsidR="00252D70" w:rsidRDefault="00252D70">
      <w:pPr>
        <w:pStyle w:val="fcase2metab"/>
        <w:ind w:left="0" w:firstLine="0"/>
        <w:rPr>
          <w:rFonts w:ascii="Arial" w:hAnsi="Arial" w:cs="Arial"/>
        </w:rPr>
      </w:pPr>
      <w:r>
        <w:rPr>
          <w:rFonts w:ascii="Arial" w:hAnsi="Arial" w:cs="Arial"/>
        </w:rPr>
        <w:br w:type="page"/>
      </w:r>
    </w:p>
    <w:p w14:paraId="42528DCB"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6CBA9923"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A90875" w:rsidRPr="00A90875">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bookmarkEnd w:id="3"/>
      <w:r>
        <w:rPr>
          <w:rFonts w:ascii="Arial" w:hAnsi="Arial" w:cs="Arial"/>
        </w:rPr>
        <w:t xml:space="preserve"> membre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B51E52">
        <w:rPr>
          <w:rFonts w:ascii="Arial" w:hAnsi="Arial" w:cs="Arial"/>
        </w:rPr>
      </w:r>
      <w:r w:rsidR="00B51E52">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0E7F682F" w:rsidR="00C87B9B" w:rsidRDefault="00C87B9B" w:rsidP="00C87B9B">
      <w:pPr>
        <w:rPr>
          <w:rFonts w:ascii="Arial" w:hAnsi="Arial" w:cs="Arial"/>
        </w:rPr>
      </w:pPr>
    </w:p>
    <w:p w14:paraId="11C18222" w14:textId="77777777" w:rsidR="00440DA4" w:rsidRDefault="00440DA4" w:rsidP="00440DA4">
      <w:pPr>
        <w:tabs>
          <w:tab w:val="left" w:pos="4608"/>
        </w:tabs>
        <w:jc w:val="both"/>
        <w:rPr>
          <w:rFonts w:ascii="Arial" w:hAnsi="Arial" w:cs="Arial"/>
        </w:rPr>
      </w:pPr>
    </w:p>
    <w:p w14:paraId="47AA194F" w14:textId="77777777" w:rsidR="00440DA4" w:rsidRDefault="00440DA4" w:rsidP="00440DA4">
      <w:pPr>
        <w:tabs>
          <w:tab w:val="left" w:pos="4608"/>
        </w:tabs>
        <w:jc w:val="both"/>
        <w:rPr>
          <w:rFonts w:ascii="Arial" w:hAnsi="Arial" w:cs="Arial"/>
        </w:rPr>
      </w:pPr>
    </w:p>
    <w:p w14:paraId="6399C610" w14:textId="77777777" w:rsidR="00440DA4" w:rsidRDefault="00440DA4" w:rsidP="00440DA4">
      <w:pPr>
        <w:tabs>
          <w:tab w:val="left" w:pos="4608"/>
        </w:tabs>
        <w:jc w:val="both"/>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193402A6" w:rsidR="00440DA4" w:rsidRDefault="00440DA4" w:rsidP="00440DA4">
      <w:pPr>
        <w:rPr>
          <w:rFonts w:ascii="Arial" w:hAnsi="Arial" w:cs="Arial"/>
        </w:rPr>
      </w:pPr>
    </w:p>
    <w:p w14:paraId="52A936AC" w14:textId="5E1B7099" w:rsidR="00173E62" w:rsidRDefault="00173E62" w:rsidP="00495D60">
      <w:pPr>
        <w:rPr>
          <w:rFonts w:ascii="Arial" w:hAnsi="Arial" w:cs="Arial"/>
        </w:rPr>
        <w:sectPr w:rsidR="00173E62" w:rsidSect="00FD3E51">
          <w:headerReference w:type="default" r:id="rId9"/>
          <w:type w:val="continuous"/>
          <w:pgSz w:w="11907" w:h="16840" w:code="9"/>
          <w:pgMar w:top="409" w:right="851" w:bottom="851" w:left="851" w:header="454" w:footer="446" w:gutter="0"/>
          <w:cols w:space="720"/>
        </w:sectPr>
      </w:pPr>
    </w:p>
    <w:p w14:paraId="2100B49E" w14:textId="44A69D40" w:rsidR="00495D60" w:rsidRDefault="00495D60" w:rsidP="00495D60">
      <w:pPr>
        <w:rPr>
          <w:rFonts w:ascii="Arial" w:hAnsi="Arial" w:cs="Arial"/>
        </w:rPr>
      </w:pPr>
    </w:p>
    <w:p w14:paraId="7B5578FF" w14:textId="77777777" w:rsidR="002D0C4C" w:rsidRPr="00BD782B" w:rsidRDefault="002D0C4C" w:rsidP="002D0C4C">
      <w:pPr>
        <w:jc w:val="center"/>
        <w:rPr>
          <w:rFonts w:ascii="Arial" w:hAnsi="Arial" w:cs="Arial"/>
        </w:rPr>
      </w:pPr>
      <w:r w:rsidRPr="00BD782B">
        <w:rPr>
          <w:rFonts w:ascii="Arial" w:hAnsi="Arial" w:cs="Arial"/>
        </w:rPr>
        <w:t>Étalonnage et vérification de matériel de mesure</w:t>
      </w:r>
    </w:p>
    <w:p w14:paraId="65520BD7" w14:textId="44746401" w:rsidR="002D0C4C" w:rsidRPr="002D0C4C" w:rsidRDefault="002D0C4C" w:rsidP="002D0C4C">
      <w:pPr>
        <w:jc w:val="center"/>
        <w:rPr>
          <w:rFonts w:ascii="Arial" w:hAnsi="Arial" w:cs="Arial"/>
          <w:b/>
          <w:bCs/>
        </w:rPr>
      </w:pPr>
      <w:r w:rsidRPr="00BD782B">
        <w:rPr>
          <w:rFonts w:ascii="Arial" w:hAnsi="Arial" w:cs="Arial"/>
        </w:rPr>
        <w:t xml:space="preserve">LOT </w:t>
      </w:r>
      <w:r>
        <w:rPr>
          <w:rFonts w:ascii="Arial" w:hAnsi="Arial" w:cs="Arial"/>
        </w:rPr>
        <w:t xml:space="preserve">13 </w:t>
      </w:r>
      <w:r w:rsidRPr="00BD782B">
        <w:rPr>
          <w:rFonts w:ascii="Arial" w:hAnsi="Arial" w:cs="Arial"/>
        </w:rPr>
        <w:t xml:space="preserve">: Domaine </w:t>
      </w:r>
      <w:r w:rsidRPr="002D0C4C">
        <w:rPr>
          <w:rFonts w:ascii="Arial" w:hAnsi="Arial" w:cs="Arial"/>
          <w:b/>
          <w:bCs/>
        </w:rPr>
        <w:t xml:space="preserve">« </w:t>
      </w:r>
      <w:r w:rsidR="005C20B4" w:rsidRPr="005C20B4">
        <w:rPr>
          <w:rFonts w:ascii="Arial" w:hAnsi="Arial" w:cs="Arial"/>
          <w:b/>
          <w:bCs/>
        </w:rPr>
        <w:t>Pression et vide</w:t>
      </w:r>
      <w:r w:rsidR="005C20B4">
        <w:rPr>
          <w:rFonts w:ascii="Arial" w:hAnsi="Arial" w:cs="Arial"/>
          <w:b/>
          <w:bCs/>
        </w:rPr>
        <w:t xml:space="preserve"> </w:t>
      </w:r>
      <w:r w:rsidRPr="002D0C4C">
        <w:rPr>
          <w:rFonts w:ascii="Arial" w:hAnsi="Arial" w:cs="Arial"/>
          <w:b/>
          <w:bCs/>
        </w:rPr>
        <w:t>»</w:t>
      </w:r>
    </w:p>
    <w:p w14:paraId="3C76933D" w14:textId="179D160B" w:rsidR="002D0C4C" w:rsidRDefault="002D0C4C" w:rsidP="002D0C4C">
      <w:pPr>
        <w:jc w:val="center"/>
        <w:rPr>
          <w:rFonts w:ascii="Arial" w:hAnsi="Arial" w:cs="Arial"/>
        </w:rPr>
      </w:pPr>
      <w:r w:rsidRPr="002D0C4C">
        <w:rPr>
          <w:rFonts w:ascii="Arial" w:hAnsi="Arial" w:cs="Arial"/>
          <w:b/>
          <w:bCs/>
        </w:rPr>
        <w:t xml:space="preserve"> Sous-domaine « Pression absolue – pression différentielles – pression relative »</w:t>
      </w:r>
    </w:p>
    <w:p w14:paraId="2BFB502C" w14:textId="77777777" w:rsidR="002D0C4C" w:rsidRPr="005A6B1E" w:rsidRDefault="002D0C4C" w:rsidP="002D0C4C">
      <w:pPr>
        <w:tabs>
          <w:tab w:val="left" w:pos="3600"/>
        </w:tabs>
        <w:jc w:val="center"/>
        <w:rPr>
          <w:rFonts w:ascii="Arial" w:hAnsi="Arial" w:cs="Arial"/>
          <w:b/>
          <w:bCs/>
          <w:sz w:val="16"/>
          <w:szCs w:val="16"/>
        </w:rPr>
      </w:pPr>
    </w:p>
    <w:p w14:paraId="633F669F" w14:textId="77777777" w:rsidR="002D0C4C" w:rsidRPr="00B51E52" w:rsidRDefault="002D0C4C" w:rsidP="002D0C4C">
      <w:pPr>
        <w:tabs>
          <w:tab w:val="left" w:pos="3600"/>
        </w:tabs>
        <w:rPr>
          <w:rFonts w:ascii="Arial" w:hAnsi="Arial" w:cs="Arial"/>
          <w:b/>
          <w:bCs/>
          <w:sz w:val="28"/>
          <w:szCs w:val="28"/>
        </w:rPr>
      </w:pPr>
      <w:r w:rsidRPr="00B51E52">
        <w:rPr>
          <w:rFonts w:ascii="Arial" w:hAnsi="Arial" w:cs="Arial"/>
          <w:b/>
          <w:bCs/>
          <w:sz w:val="28"/>
          <w:szCs w:val="28"/>
          <w:u w:val="single"/>
        </w:rPr>
        <w:t>Attention</w:t>
      </w:r>
      <w:r w:rsidRPr="00B51E52">
        <w:rPr>
          <w:rFonts w:ascii="Arial" w:hAnsi="Arial" w:cs="Arial"/>
          <w:b/>
          <w:bCs/>
          <w:sz w:val="28"/>
          <w:szCs w:val="28"/>
        </w:rPr>
        <w:t xml:space="preserve"> :</w:t>
      </w:r>
    </w:p>
    <w:p w14:paraId="1250DC46" w14:textId="77777777" w:rsidR="002D0C4C" w:rsidRPr="00B51E52" w:rsidRDefault="002D0C4C" w:rsidP="002D0C4C">
      <w:pPr>
        <w:tabs>
          <w:tab w:val="left" w:pos="3600"/>
        </w:tabs>
        <w:jc w:val="both"/>
        <w:rPr>
          <w:rFonts w:ascii="Arial" w:hAnsi="Arial" w:cs="Arial"/>
        </w:rPr>
      </w:pPr>
      <w:r w:rsidRPr="00B51E52">
        <w:rPr>
          <w:rFonts w:ascii="Arial" w:hAnsi="Arial" w:cs="Arial"/>
        </w:rPr>
        <w:t>Le candidat renseignera l'ensemble des lignes. L’absence d’un des prix dans la présente annexe entraînera le rejet de la totalité de l’offre.</w:t>
      </w:r>
    </w:p>
    <w:p w14:paraId="431F1C3B" w14:textId="77777777" w:rsidR="002D0C4C" w:rsidRPr="00B51E52" w:rsidRDefault="002D0C4C" w:rsidP="002D0C4C">
      <w:pPr>
        <w:tabs>
          <w:tab w:val="left" w:pos="3600"/>
        </w:tabs>
        <w:jc w:val="both"/>
        <w:rPr>
          <w:rFonts w:ascii="Arial" w:hAnsi="Arial" w:cs="Arial"/>
        </w:rPr>
      </w:pPr>
      <w:r w:rsidRPr="00B51E52">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6ACA8E4F" w14:textId="77777777" w:rsidR="00F02041" w:rsidRPr="00B51E52" w:rsidRDefault="00F02041" w:rsidP="002D0C4C">
      <w:pPr>
        <w:tabs>
          <w:tab w:val="left" w:pos="3600"/>
        </w:tabs>
        <w:jc w:val="both"/>
        <w:rPr>
          <w:rFonts w:ascii="Arial" w:hAnsi="Arial" w:cs="Arial"/>
          <w:sz w:val="16"/>
          <w:szCs w:val="16"/>
        </w:rPr>
      </w:pPr>
    </w:p>
    <w:p w14:paraId="23FD6063" w14:textId="35A60E55" w:rsidR="00F02041" w:rsidRPr="00B51E52" w:rsidRDefault="00F02041" w:rsidP="00F02041">
      <w:pPr>
        <w:tabs>
          <w:tab w:val="left" w:pos="3600"/>
        </w:tabs>
        <w:jc w:val="both"/>
        <w:rPr>
          <w:rFonts w:ascii="Arial" w:hAnsi="Arial" w:cs="Arial"/>
        </w:rPr>
      </w:pPr>
      <w:r w:rsidRPr="00B51E52">
        <w:rPr>
          <w:rFonts w:ascii="Arial" w:hAnsi="Arial" w:cs="Arial"/>
        </w:rPr>
        <w:t xml:space="preserve">Les prix sont </w:t>
      </w:r>
      <w:r w:rsidR="00B51E52" w:rsidRPr="00B51E52">
        <w:rPr>
          <w:rFonts w:ascii="Arial" w:hAnsi="Arial" w:cs="Arial"/>
          <w:b/>
          <w:bCs/>
          <w:color w:val="FF0000"/>
          <w:u w:val="single"/>
        </w:rPr>
        <w:t>UNITAIRES</w:t>
      </w:r>
      <w:r w:rsidR="00B51E52" w:rsidRPr="00B51E52">
        <w:rPr>
          <w:rFonts w:ascii="Arial" w:hAnsi="Arial" w:cs="Arial"/>
          <w:b/>
          <w:bCs/>
          <w:color w:val="FF0000"/>
        </w:rPr>
        <w:t xml:space="preserve"> </w:t>
      </w:r>
      <w:r w:rsidR="00B51E52" w:rsidRPr="00B51E52">
        <w:rPr>
          <w:rFonts w:ascii="Arial" w:hAnsi="Arial" w:cs="Arial"/>
        </w:rPr>
        <w:t xml:space="preserve">et sont </w:t>
      </w:r>
      <w:r w:rsidRPr="00B51E52">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4A677F52" w14:textId="77777777" w:rsidR="00F02041" w:rsidRDefault="00F02041" w:rsidP="00F02041">
      <w:pPr>
        <w:tabs>
          <w:tab w:val="left" w:pos="3600"/>
        </w:tabs>
        <w:jc w:val="both"/>
      </w:pPr>
    </w:p>
    <w:p w14:paraId="7F8C3FF5" w14:textId="77777777" w:rsidR="00F02041" w:rsidRPr="00E34463" w:rsidRDefault="00F02041" w:rsidP="00F02041">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427E8BAC" w14:textId="77777777" w:rsidR="00F02041" w:rsidRDefault="00F02041" w:rsidP="00F02041">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F02041" w:rsidRPr="001F4E2B" w14:paraId="0F09497C" w14:textId="77777777" w:rsidTr="00252D70">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28FF1F7" w14:textId="77777777" w:rsidR="00F02041" w:rsidRPr="001F4E2B" w:rsidRDefault="00F02041"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07425080" w14:textId="77777777" w:rsidR="00F02041" w:rsidRDefault="00F02041"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616E1B8" w14:textId="08B8A24B" w:rsidR="00F02041" w:rsidRPr="001F4E2B" w:rsidRDefault="00F02041"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06DE118F" w14:textId="77777777" w:rsidR="00F02041" w:rsidRPr="001F4E2B" w:rsidRDefault="00F02041"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05459E4" w14:textId="77777777" w:rsidR="00F02041" w:rsidRPr="001F4E2B" w:rsidRDefault="00F02041" w:rsidP="006B1B65">
            <w:pPr>
              <w:jc w:val="center"/>
              <w:rPr>
                <w:rFonts w:ascii="Arial" w:hAnsi="Arial" w:cs="Arial"/>
                <w:b/>
                <w:bCs/>
              </w:rPr>
            </w:pPr>
            <w:r w:rsidRPr="001F4E2B">
              <w:rPr>
                <w:rFonts w:ascii="Arial" w:hAnsi="Arial" w:cs="Arial"/>
                <w:b/>
                <w:bCs/>
              </w:rPr>
              <w:t>Remarques et informations du soumissionnaire</w:t>
            </w:r>
          </w:p>
        </w:tc>
      </w:tr>
      <w:tr w:rsidR="00F02041" w:rsidRPr="001F4E2B" w14:paraId="12F6E838" w14:textId="77777777" w:rsidTr="00252D70">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D8ADAC1" w14:textId="0653BC8C" w:rsidR="00F02041" w:rsidRPr="001F4E2B" w:rsidRDefault="00F02041" w:rsidP="006B1B65">
            <w:pPr>
              <w:rPr>
                <w:rFonts w:ascii="Arial" w:hAnsi="Arial" w:cs="Arial"/>
                <w:b/>
                <w:bCs/>
              </w:rPr>
            </w:pPr>
            <w:r w:rsidRPr="005C20B4">
              <w:rPr>
                <w:rFonts w:ascii="Arial" w:hAnsi="Arial" w:cs="Arial"/>
                <w:b/>
                <w:bCs/>
              </w:rPr>
              <w:t>Transmetteur de pression</w:t>
            </w:r>
            <w:r w:rsidRPr="001F4E2B">
              <w:rPr>
                <w:rFonts w:ascii="Arial" w:hAnsi="Arial" w:cs="Arial"/>
                <w:b/>
                <w:bCs/>
              </w:rPr>
              <w:t xml:space="preserve"> </w:t>
            </w:r>
          </w:p>
        </w:tc>
      </w:tr>
      <w:tr w:rsidR="00F02041" w:rsidRPr="001F4E2B" w14:paraId="7A25DEA2" w14:textId="77777777" w:rsidTr="00252D7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77879" w14:textId="77777777" w:rsidR="00F02041" w:rsidRPr="001F4E2B" w:rsidRDefault="00F02041"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5C158269"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038E8C9"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2473D69" w14:textId="77777777" w:rsidR="00F02041" w:rsidRPr="00252D70" w:rsidRDefault="00F02041" w:rsidP="00252D70">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BCF8A" w14:textId="45DE0CF3" w:rsidR="00F02041" w:rsidRPr="001F4E2B" w:rsidRDefault="00F02041" w:rsidP="006B1B65">
            <w:pPr>
              <w:rPr>
                <w:rFonts w:ascii="Arial" w:hAnsi="Arial" w:cs="Arial"/>
              </w:rPr>
            </w:pPr>
          </w:p>
        </w:tc>
      </w:tr>
      <w:tr w:rsidR="00F02041" w:rsidRPr="001F4E2B" w14:paraId="3AC879FE" w14:textId="77777777" w:rsidTr="00252D7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9DAF693" w14:textId="77777777" w:rsidR="00F02041" w:rsidRPr="001F4E2B" w:rsidRDefault="00F02041"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032137D"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224AB9"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A996A68" w14:textId="77777777" w:rsidR="00F02041" w:rsidRPr="00252D70" w:rsidRDefault="00F02041" w:rsidP="00252D70">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A93FFC9" w14:textId="77777777" w:rsidR="00F02041" w:rsidRPr="001F4E2B" w:rsidRDefault="00F02041" w:rsidP="006B1B65">
            <w:pPr>
              <w:rPr>
                <w:rFonts w:ascii="Arial" w:hAnsi="Arial" w:cs="Arial"/>
              </w:rPr>
            </w:pPr>
          </w:p>
        </w:tc>
      </w:tr>
      <w:tr w:rsidR="00F02041" w:rsidRPr="001F4E2B" w14:paraId="29728B40" w14:textId="77777777" w:rsidTr="00252D70">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9396206" w14:textId="7090C879" w:rsidR="00F02041" w:rsidRPr="001F4E2B" w:rsidRDefault="00F02041" w:rsidP="00614363">
            <w:pPr>
              <w:tabs>
                <w:tab w:val="left" w:pos="3600"/>
              </w:tabs>
              <w:rPr>
                <w:rFonts w:ascii="Arial" w:hAnsi="Arial" w:cs="Arial"/>
              </w:rPr>
            </w:pPr>
            <w:r w:rsidRPr="005C20B4">
              <w:rPr>
                <w:rFonts w:ascii="Arial" w:hAnsi="Arial" w:cs="Arial"/>
                <w:b/>
                <w:bCs/>
              </w:rPr>
              <w:t>Main de gonflage numérique</w:t>
            </w:r>
          </w:p>
        </w:tc>
      </w:tr>
      <w:tr w:rsidR="00F02041" w:rsidRPr="001F4E2B" w14:paraId="41FC0836" w14:textId="77777777" w:rsidTr="00252D7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A54CE86" w14:textId="77777777" w:rsidR="00F02041" w:rsidRPr="001F4E2B" w:rsidRDefault="00F02041"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1283ADF8"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0B5BAEA"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6D08936" w14:textId="77777777" w:rsidR="00F02041" w:rsidRPr="00252D70" w:rsidRDefault="00F02041" w:rsidP="00252D70">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2CAD29" w14:textId="72A395D9" w:rsidR="00F02041" w:rsidRPr="001F4E2B" w:rsidRDefault="00F02041" w:rsidP="006B1B65">
            <w:pPr>
              <w:rPr>
                <w:rFonts w:ascii="Arial" w:hAnsi="Arial" w:cs="Arial"/>
              </w:rPr>
            </w:pPr>
          </w:p>
        </w:tc>
      </w:tr>
      <w:tr w:rsidR="00F02041" w:rsidRPr="001F4E2B" w14:paraId="4A36A3C2" w14:textId="77777777" w:rsidTr="00252D7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CD3E571" w14:textId="77777777" w:rsidR="00F02041" w:rsidRPr="001F4E2B" w:rsidRDefault="00F02041" w:rsidP="006B1B65">
            <w:pPr>
              <w:rPr>
                <w:rFonts w:ascii="Arial" w:hAnsi="Arial" w:cs="Arial"/>
                <w:b/>
                <w:bCs/>
              </w:rPr>
            </w:pPr>
            <w:r w:rsidRPr="001F4E2B">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vAlign w:val="center"/>
          </w:tcPr>
          <w:p w14:paraId="68161A7B"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302D965" w14:textId="77777777" w:rsidR="00F02041" w:rsidRPr="00252D70" w:rsidRDefault="00F02041" w:rsidP="00252D70">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F5AC313" w14:textId="77777777" w:rsidR="00F02041" w:rsidRPr="00252D70" w:rsidRDefault="00F02041" w:rsidP="00252D70">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7FA590A" w14:textId="77777777" w:rsidR="00F02041" w:rsidRPr="001F4E2B" w:rsidRDefault="00F02041" w:rsidP="006B1B65">
            <w:pPr>
              <w:rPr>
                <w:rFonts w:ascii="Arial" w:hAnsi="Arial" w:cs="Arial"/>
              </w:rPr>
            </w:pPr>
          </w:p>
        </w:tc>
      </w:tr>
    </w:tbl>
    <w:p w14:paraId="0BC10E18" w14:textId="77777777" w:rsidR="00F02041" w:rsidRPr="00252D70" w:rsidRDefault="00F02041" w:rsidP="00F02041">
      <w:pPr>
        <w:tabs>
          <w:tab w:val="left" w:pos="3600"/>
        </w:tabs>
        <w:jc w:val="both"/>
        <w:rPr>
          <w:rFonts w:ascii="Arial" w:hAnsi="Arial" w:cs="Arial"/>
        </w:rPr>
      </w:pPr>
    </w:p>
    <w:sectPr w:rsidR="00F02041" w:rsidRPr="00252D70" w:rsidSect="00F02041">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1FD8EB70"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173E62">
            <w:rPr>
              <w:rFonts w:ascii="Arial" w:hAnsi="Arial" w:cs="Arial"/>
              <w:b/>
              <w:bCs/>
              <w:sz w:val="18"/>
              <w:szCs w:val="18"/>
            </w:rPr>
            <w:t>13</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173E62" w14:paraId="6C245885" w14:textId="77777777" w:rsidTr="002F1B43">
      <w:trPr>
        <w:tblHeader/>
      </w:trPr>
      <w:tc>
        <w:tcPr>
          <w:tcW w:w="3190" w:type="dxa"/>
          <w:tcBorders>
            <w:top w:val="nil"/>
            <w:left w:val="nil"/>
            <w:bottom w:val="nil"/>
            <w:right w:val="nil"/>
          </w:tcBorders>
          <w:shd w:val="solid" w:color="66CCFF" w:fill="auto"/>
        </w:tcPr>
        <w:p w14:paraId="76661293" w14:textId="77777777" w:rsidR="00173E62" w:rsidRPr="007B3AAD" w:rsidRDefault="00173E62"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13</w:t>
          </w:r>
        </w:p>
      </w:tc>
      <w:tc>
        <w:tcPr>
          <w:tcW w:w="4961" w:type="dxa"/>
          <w:tcBorders>
            <w:top w:val="nil"/>
            <w:left w:val="nil"/>
            <w:bottom w:val="nil"/>
            <w:right w:val="nil"/>
          </w:tcBorders>
          <w:shd w:val="solid" w:color="66CCFF" w:fill="auto"/>
        </w:tcPr>
        <w:p w14:paraId="44E38E62" w14:textId="77777777" w:rsidR="00173E62" w:rsidRPr="007B3AAD" w:rsidRDefault="00173E62"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68DA1E8A" w14:textId="77777777" w:rsidR="00173E62" w:rsidRPr="007B3AAD" w:rsidRDefault="00173E6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2D28547" w14:textId="77777777" w:rsidR="00173E62" w:rsidRPr="007B3AAD" w:rsidRDefault="00173E6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314FB2E9" w14:textId="77777777" w:rsidR="00173E62" w:rsidRPr="007B3AAD" w:rsidRDefault="00173E6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598F5E5F" w14:textId="77777777" w:rsidR="00173E62" w:rsidRPr="007B3AAD" w:rsidRDefault="00173E6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4964E9BE" w14:textId="77777777" w:rsidR="00173E62" w:rsidRPr="00205FCD" w:rsidRDefault="00173E6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946C" w14:textId="076F7212" w:rsidR="00173E62" w:rsidRPr="00252D70" w:rsidRDefault="002D0C4C" w:rsidP="00252D70">
    <w:pPr>
      <w:shd w:val="clear" w:color="auto" w:fill="33CCFF"/>
      <w:jc w:val="center"/>
      <w:rPr>
        <w:rFonts w:ascii="Arial" w:hAnsi="Arial" w:cs="Arial"/>
        <w:b/>
        <w:bCs/>
        <w:sz w:val="28"/>
        <w:szCs w:val="28"/>
      </w:rPr>
    </w:pPr>
    <w:bookmarkStart w:id="5" w:name="_Hlk193705922"/>
    <w:bookmarkStart w:id="6" w:name="_Hlk193705923"/>
    <w:r w:rsidRPr="00BD782B">
      <w:rPr>
        <w:rFonts w:ascii="Arial" w:hAnsi="Arial" w:cs="Arial"/>
        <w:b/>
        <w:bCs/>
        <w:sz w:val="28"/>
        <w:szCs w:val="28"/>
      </w:rPr>
      <w:t>Annexe financière à l’acte d’engagement</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9E30A0"/>
    <w:multiLevelType w:val="hybridMultilevel"/>
    <w:tmpl w:val="43EAF494"/>
    <w:lvl w:ilvl="0" w:tplc="F9D05166">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19097282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3E62"/>
    <w:rsid w:val="00177634"/>
    <w:rsid w:val="00183654"/>
    <w:rsid w:val="001A5743"/>
    <w:rsid w:val="001B4830"/>
    <w:rsid w:val="001B5187"/>
    <w:rsid w:val="001F2736"/>
    <w:rsid w:val="001F3280"/>
    <w:rsid w:val="00205FCD"/>
    <w:rsid w:val="00207D18"/>
    <w:rsid w:val="002121D1"/>
    <w:rsid w:val="002274F6"/>
    <w:rsid w:val="00243A0B"/>
    <w:rsid w:val="00245B43"/>
    <w:rsid w:val="00252D70"/>
    <w:rsid w:val="00254524"/>
    <w:rsid w:val="00257960"/>
    <w:rsid w:val="00262427"/>
    <w:rsid w:val="00264805"/>
    <w:rsid w:val="00273E5A"/>
    <w:rsid w:val="00294CD1"/>
    <w:rsid w:val="002A1C99"/>
    <w:rsid w:val="002A73C1"/>
    <w:rsid w:val="002B65BC"/>
    <w:rsid w:val="002C782C"/>
    <w:rsid w:val="002D0C4C"/>
    <w:rsid w:val="002F1B43"/>
    <w:rsid w:val="00312455"/>
    <w:rsid w:val="003177E7"/>
    <w:rsid w:val="00325347"/>
    <w:rsid w:val="00333C5A"/>
    <w:rsid w:val="0035141E"/>
    <w:rsid w:val="0036211E"/>
    <w:rsid w:val="003667B6"/>
    <w:rsid w:val="00370098"/>
    <w:rsid w:val="00381178"/>
    <w:rsid w:val="003825FC"/>
    <w:rsid w:val="00382AE1"/>
    <w:rsid w:val="00390663"/>
    <w:rsid w:val="00390CEA"/>
    <w:rsid w:val="00396FF7"/>
    <w:rsid w:val="00397B7F"/>
    <w:rsid w:val="003C00DF"/>
    <w:rsid w:val="003C591A"/>
    <w:rsid w:val="003D298E"/>
    <w:rsid w:val="003D751F"/>
    <w:rsid w:val="003E1690"/>
    <w:rsid w:val="003E17A3"/>
    <w:rsid w:val="003E2153"/>
    <w:rsid w:val="003F62B8"/>
    <w:rsid w:val="004072E6"/>
    <w:rsid w:val="00411AF7"/>
    <w:rsid w:val="00414A52"/>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6BE"/>
    <w:rsid w:val="004A2FA1"/>
    <w:rsid w:val="004D5D7B"/>
    <w:rsid w:val="004D60EE"/>
    <w:rsid w:val="004D7C58"/>
    <w:rsid w:val="004E1560"/>
    <w:rsid w:val="004E72E9"/>
    <w:rsid w:val="004F0EDA"/>
    <w:rsid w:val="004F1A09"/>
    <w:rsid w:val="004F69E4"/>
    <w:rsid w:val="0050184C"/>
    <w:rsid w:val="0050384D"/>
    <w:rsid w:val="00503D87"/>
    <w:rsid w:val="00511FEA"/>
    <w:rsid w:val="00515092"/>
    <w:rsid w:val="005156E7"/>
    <w:rsid w:val="00517693"/>
    <w:rsid w:val="0051784A"/>
    <w:rsid w:val="00525549"/>
    <w:rsid w:val="00534613"/>
    <w:rsid w:val="00542460"/>
    <w:rsid w:val="00555B91"/>
    <w:rsid w:val="00562A7E"/>
    <w:rsid w:val="005647E3"/>
    <w:rsid w:val="005666BC"/>
    <w:rsid w:val="00566B3A"/>
    <w:rsid w:val="0057056E"/>
    <w:rsid w:val="005714A2"/>
    <w:rsid w:val="005855A1"/>
    <w:rsid w:val="005934D2"/>
    <w:rsid w:val="00594538"/>
    <w:rsid w:val="005A32D8"/>
    <w:rsid w:val="005A35AF"/>
    <w:rsid w:val="005A35D8"/>
    <w:rsid w:val="005B416C"/>
    <w:rsid w:val="005C20B4"/>
    <w:rsid w:val="005C34C5"/>
    <w:rsid w:val="005D29D6"/>
    <w:rsid w:val="005D60DB"/>
    <w:rsid w:val="005F7EA5"/>
    <w:rsid w:val="006016DE"/>
    <w:rsid w:val="006049AB"/>
    <w:rsid w:val="006069C3"/>
    <w:rsid w:val="00614363"/>
    <w:rsid w:val="00614AB7"/>
    <w:rsid w:val="00617184"/>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506A7"/>
    <w:rsid w:val="007511AB"/>
    <w:rsid w:val="00751757"/>
    <w:rsid w:val="0075594F"/>
    <w:rsid w:val="0076635C"/>
    <w:rsid w:val="00771C3A"/>
    <w:rsid w:val="00782C62"/>
    <w:rsid w:val="00783A74"/>
    <w:rsid w:val="00784714"/>
    <w:rsid w:val="00784A15"/>
    <w:rsid w:val="0078696C"/>
    <w:rsid w:val="00786E2E"/>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55326"/>
    <w:rsid w:val="00860B6A"/>
    <w:rsid w:val="008615DD"/>
    <w:rsid w:val="00862E32"/>
    <w:rsid w:val="008637C2"/>
    <w:rsid w:val="00863AC7"/>
    <w:rsid w:val="00870D33"/>
    <w:rsid w:val="00871EFF"/>
    <w:rsid w:val="008761E6"/>
    <w:rsid w:val="00886B2B"/>
    <w:rsid w:val="00887235"/>
    <w:rsid w:val="008A2F0F"/>
    <w:rsid w:val="008A6A6B"/>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81901"/>
    <w:rsid w:val="00A90561"/>
    <w:rsid w:val="00A90875"/>
    <w:rsid w:val="00A92A0A"/>
    <w:rsid w:val="00AA7ABA"/>
    <w:rsid w:val="00AC3647"/>
    <w:rsid w:val="00AC3CF5"/>
    <w:rsid w:val="00AD08E2"/>
    <w:rsid w:val="00AD4910"/>
    <w:rsid w:val="00AD6239"/>
    <w:rsid w:val="00AE10C1"/>
    <w:rsid w:val="00AE2B33"/>
    <w:rsid w:val="00AE6E8D"/>
    <w:rsid w:val="00AF00DE"/>
    <w:rsid w:val="00AF067F"/>
    <w:rsid w:val="00AF3ECF"/>
    <w:rsid w:val="00B02B0F"/>
    <w:rsid w:val="00B04E14"/>
    <w:rsid w:val="00B341B3"/>
    <w:rsid w:val="00B34AA7"/>
    <w:rsid w:val="00B362B9"/>
    <w:rsid w:val="00B46191"/>
    <w:rsid w:val="00B51E52"/>
    <w:rsid w:val="00B627AB"/>
    <w:rsid w:val="00B6698B"/>
    <w:rsid w:val="00B66CC9"/>
    <w:rsid w:val="00B75929"/>
    <w:rsid w:val="00B777FF"/>
    <w:rsid w:val="00B971C2"/>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D58EF"/>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B2C0F"/>
    <w:rsid w:val="00DB6B96"/>
    <w:rsid w:val="00DD40EB"/>
    <w:rsid w:val="00DE7125"/>
    <w:rsid w:val="00DF55B5"/>
    <w:rsid w:val="00DF6278"/>
    <w:rsid w:val="00E0143E"/>
    <w:rsid w:val="00E06EE8"/>
    <w:rsid w:val="00E06FC9"/>
    <w:rsid w:val="00E14A4A"/>
    <w:rsid w:val="00E161F9"/>
    <w:rsid w:val="00E24045"/>
    <w:rsid w:val="00E30AC9"/>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2041"/>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D3E51"/>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041"/>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26694631">
      <w:bodyDiv w:val="1"/>
      <w:marLeft w:val="0"/>
      <w:marRight w:val="0"/>
      <w:marTop w:val="0"/>
      <w:marBottom w:val="0"/>
      <w:divBdr>
        <w:top w:val="none" w:sz="0" w:space="0" w:color="auto"/>
        <w:left w:val="none" w:sz="0" w:space="0" w:color="auto"/>
        <w:bottom w:val="none" w:sz="0" w:space="0" w:color="auto"/>
        <w:right w:val="none" w:sz="0" w:space="0" w:color="auto"/>
      </w:divBdr>
    </w:div>
    <w:div w:id="280917087">
      <w:bodyDiv w:val="1"/>
      <w:marLeft w:val="0"/>
      <w:marRight w:val="0"/>
      <w:marTop w:val="0"/>
      <w:marBottom w:val="0"/>
      <w:divBdr>
        <w:top w:val="none" w:sz="0" w:space="0" w:color="auto"/>
        <w:left w:val="none" w:sz="0" w:space="0" w:color="auto"/>
        <w:bottom w:val="none" w:sz="0" w:space="0" w:color="auto"/>
        <w:right w:val="none" w:sz="0" w:space="0" w:color="auto"/>
      </w:divBdr>
    </w:div>
    <w:div w:id="478231999">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594092415">
      <w:bodyDiv w:val="1"/>
      <w:marLeft w:val="0"/>
      <w:marRight w:val="0"/>
      <w:marTop w:val="0"/>
      <w:marBottom w:val="0"/>
      <w:divBdr>
        <w:top w:val="none" w:sz="0" w:space="0" w:color="auto"/>
        <w:left w:val="none" w:sz="0" w:space="0" w:color="auto"/>
        <w:bottom w:val="none" w:sz="0" w:space="0" w:color="auto"/>
        <w:right w:val="none" w:sz="0" w:space="0" w:color="auto"/>
      </w:divBdr>
    </w:div>
    <w:div w:id="1088622356">
      <w:bodyDiv w:val="1"/>
      <w:marLeft w:val="0"/>
      <w:marRight w:val="0"/>
      <w:marTop w:val="0"/>
      <w:marBottom w:val="0"/>
      <w:divBdr>
        <w:top w:val="none" w:sz="0" w:space="0" w:color="auto"/>
        <w:left w:val="none" w:sz="0" w:space="0" w:color="auto"/>
        <w:bottom w:val="none" w:sz="0" w:space="0" w:color="auto"/>
        <w:right w:val="none" w:sz="0" w:space="0" w:color="auto"/>
      </w:divBdr>
    </w:div>
    <w:div w:id="210364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9</TotalTime>
  <Pages>7</Pages>
  <Words>1416</Words>
  <Characters>9644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6</cp:revision>
  <cp:lastPrinted>2019-11-21T08:47:00Z</cp:lastPrinted>
  <dcterms:created xsi:type="dcterms:W3CDTF">2025-05-26T13:37:00Z</dcterms:created>
  <dcterms:modified xsi:type="dcterms:W3CDTF">2025-05-27T08:48:00Z</dcterms:modified>
</cp:coreProperties>
</file>